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p w14:paraId="52EE6941" w14:textId="77777777" w:rsidR="008B4C0A" w:rsidRDefault="00055BC9" w:rsidP="00491366">
          <w:pPr>
            <w:pStyle w:val="En-ttedetabledesmatires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1F71A2E8" wp14:editId="658371C0">
                    <wp:simplePos x="0" y="0"/>
                    <wp:positionH relativeFrom="margin">
                      <wp:posOffset>-665879</wp:posOffset>
                    </wp:positionH>
                    <wp:positionV relativeFrom="page">
                      <wp:posOffset>988828</wp:posOffset>
                    </wp:positionV>
                    <wp:extent cx="7125167" cy="4720856"/>
                    <wp:effectExtent l="19050" t="19050" r="19050" b="22860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4720856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77DBE9A" w14:textId="77777777" w:rsidR="00313E59" w:rsidRPr="00116596" w:rsidRDefault="00313E59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public de service</w:t>
                                </w:r>
                              </w:p>
                              <w:p w14:paraId="5E060790" w14:textId="77777777" w:rsidR="00313E59" w:rsidRDefault="00313E59" w:rsidP="00055BC9">
                                <w:pPr>
                                  <w:jc w:val="center"/>
                                </w:pPr>
                              </w:p>
                              <w:p w14:paraId="285D158D" w14:textId="77777777" w:rsidR="00313E59" w:rsidRDefault="00313E59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Cahier des Clauses 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Techniques Particulières (C.C.T</w:t>
                                </w:r>
                                <w:r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.P.)</w:t>
                                </w:r>
                              </w:p>
                              <w:p w14:paraId="16108DD4" w14:textId="77777777" w:rsidR="00491366" w:rsidRDefault="00491366" w:rsidP="00491366"/>
                              <w:p w14:paraId="141DBC0F" w14:textId="77777777" w:rsidR="00491366" w:rsidRPr="00491366" w:rsidRDefault="00491366" w:rsidP="00491366">
                                <w:pPr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</w:pPr>
                                <w:r w:rsidRPr="0049136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 xml:space="preserve">Annexe </w:t>
                                </w:r>
                                <w:r w:rsidR="006E095C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4</w:t>
                                </w:r>
                                <w:r w:rsidRPr="00491366">
                                  <w:rPr>
                                    <w:rFonts w:ascii="Calibri" w:eastAsiaTheme="majorEastAsia" w:hAnsi="Calibri" w:cs="Calibr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 </w:t>
                                </w:r>
                                <w:r w:rsidRPr="0049136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 xml:space="preserve">: </w:t>
                                </w:r>
                                <w:r w:rsidR="006E095C" w:rsidRPr="006E095C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Exemple de fichiers « pivots »</w:t>
                                </w:r>
                                <w:r w:rsidRPr="0049136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F71A2E8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6" type="#_x0000_t202" style="position:absolute;left:0;text-align:left;margin-left:-52.45pt;margin-top:77.85pt;width:561.05pt;height:371.7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" fillcolor="#54849a [3208]" strokecolor="white [3201]" strokeweight="2.25pt">
                    <v:stroke endcap="round"/>
                    <v:textbox>
                      <w:txbxContent>
                        <w:p w14:paraId="677DBE9A" w14:textId="77777777" w:rsidR="00313E59" w:rsidRPr="00116596" w:rsidRDefault="00313E59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Marché public de service</w:t>
                          </w:r>
                        </w:p>
                        <w:p w14:paraId="5E060790" w14:textId="77777777" w:rsidR="00313E59" w:rsidRDefault="00313E59" w:rsidP="00055BC9">
                          <w:pPr>
                            <w:jc w:val="center"/>
                          </w:pPr>
                        </w:p>
                        <w:p w14:paraId="285D158D" w14:textId="77777777" w:rsidR="00313E59" w:rsidRDefault="00313E59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Cahier des Clauses 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Techniques Particulières (C.C.T</w:t>
                          </w:r>
                          <w:r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.P.)</w:t>
                          </w:r>
                        </w:p>
                        <w:p w14:paraId="16108DD4" w14:textId="77777777" w:rsidR="00491366" w:rsidRDefault="00491366" w:rsidP="00491366"/>
                        <w:p w14:paraId="141DBC0F" w14:textId="77777777" w:rsidR="00491366" w:rsidRPr="00491366" w:rsidRDefault="00491366" w:rsidP="00491366">
                          <w:pPr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</w:pPr>
                          <w:r w:rsidRPr="0049136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 xml:space="preserve">Annexe </w:t>
                          </w:r>
                          <w:r w:rsidR="006E095C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4</w:t>
                          </w:r>
                          <w:r w:rsidRPr="00491366">
                            <w:rPr>
                              <w:rFonts w:ascii="Calibri" w:eastAsiaTheme="majorEastAsia" w:hAnsi="Calibri" w:cs="Calibr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 </w:t>
                          </w:r>
                          <w:r w:rsidRPr="0049136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 xml:space="preserve">: </w:t>
                          </w:r>
                          <w:r w:rsidR="006E095C" w:rsidRPr="006E095C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Exemple de fichiers « pivots »</w:t>
                          </w:r>
                          <w:r w:rsidRPr="0049136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.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14:paraId="53C44E36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2CF94163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714E4FA6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64528797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4D28A876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2BD39355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6EC7DCE6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0472462A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2EFA6E3C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5863B762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047EFE4D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16EE7F55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56978B90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0ED1E92F" w14:textId="77777777" w:rsidR="008B4C0A" w:rsidRDefault="00432FF6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8992" behindDoc="0" locked="0" layoutInCell="1" allowOverlap="1" wp14:anchorId="40E08064" wp14:editId="7FAA5F3B">
                    <wp:simplePos x="0" y="0"/>
                    <wp:positionH relativeFrom="margin">
                      <wp:posOffset>4760842</wp:posOffset>
                    </wp:positionH>
                    <wp:positionV relativeFrom="margin">
                      <wp:align>bottom</wp:align>
                    </wp:positionV>
                    <wp:extent cx="1662545" cy="646430"/>
                    <wp:effectExtent l="0" t="0" r="0" b="1270"/>
                    <wp:wrapNone/>
                    <wp:docPr id="39" name="Rectangle 39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662545" cy="64643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DE5BA9E" w14:textId="77777777" w:rsidR="00313E59" w:rsidRDefault="00313E59" w:rsidP="00432FF6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CONTRAT SENSIBLE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40E08064" id="Rectangle 39" o:spid="_x0000_s1027" style="position:absolute;left:0;text-align:left;margin-left:374.85pt;margin-top:0;width:130.9pt;height:50.9pt;z-index:251668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margin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3DE5BA9E" w14:textId="77777777" w:rsidR="00313E59" w:rsidRDefault="00313E59" w:rsidP="00432FF6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CONTRAT SENSIBLE</w:t>
                          </w:r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</w:p>
        <w:p w14:paraId="313505FB" w14:textId="77777777" w:rsidR="00491366" w:rsidRDefault="00491366" w:rsidP="00410AFD"/>
        <w:p w14:paraId="5A334C11" w14:textId="77777777" w:rsidR="00491366" w:rsidRDefault="00491366" w:rsidP="00410AFD"/>
        <w:p w14:paraId="7CFA18DD" w14:textId="77777777" w:rsidR="00A62094" w:rsidRDefault="00A62094" w:rsidP="00410AFD"/>
        <w:p w14:paraId="2198DDAF" w14:textId="77777777" w:rsidR="00A62094" w:rsidRDefault="00A62094" w:rsidP="00410AFD"/>
        <w:p w14:paraId="007D3EBF" w14:textId="77777777" w:rsidR="00A62094" w:rsidRDefault="00A62094" w:rsidP="00410AFD"/>
        <w:p w14:paraId="5FDCD364" w14:textId="77777777" w:rsidR="00A62094" w:rsidRDefault="00A62094" w:rsidP="00410AFD"/>
        <w:p w14:paraId="35A69166" w14:textId="77777777" w:rsidR="00A62094" w:rsidRDefault="00A62094" w:rsidP="00410AFD"/>
        <w:p w14:paraId="5224D4D7" w14:textId="77777777" w:rsidR="00A62094" w:rsidRDefault="00A62094" w:rsidP="00410AFD"/>
        <w:p w14:paraId="6A060D53" w14:textId="77777777" w:rsidR="00A62094" w:rsidRDefault="00A62094" w:rsidP="00410AFD"/>
        <w:p w14:paraId="053A2576" w14:textId="77777777" w:rsidR="00A62094" w:rsidRDefault="00A62094">
          <w:pPr>
            <w:jc w:val="left"/>
          </w:pPr>
        </w:p>
        <w:p w14:paraId="22BBE075" w14:textId="77777777" w:rsidR="00491366" w:rsidRDefault="00491366" w:rsidP="00410AFD"/>
        <w:p w14:paraId="4532597C" w14:textId="77777777" w:rsidR="00A62094" w:rsidRDefault="00A62094" w:rsidP="00410AFD">
          <w:pPr>
            <w:sectPr w:rsidR="00A62094" w:rsidSect="00302298">
              <w:footerReference w:type="default" r:id="rId12"/>
              <w:headerReference w:type="first" r:id="rId13"/>
              <w:footerReference w:type="first" r:id="rId14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</w:p>
        <w:p w14:paraId="379FC636" w14:textId="77777777" w:rsidR="006E095C" w:rsidRPr="006E095C" w:rsidRDefault="006E095C" w:rsidP="006E095C">
          <w:pPr>
            <w:rPr>
              <w:rStyle w:val="Emphaseple"/>
            </w:rPr>
          </w:pPr>
          <w:r w:rsidRPr="006E095C">
            <w:rPr>
              <w:rStyle w:val="Emphaseple"/>
            </w:rPr>
            <w:lastRenderedPageBreak/>
            <w:t>Le fichier pivot ci-après est un exemple pour des barrières automatiques. Pour chaque famille d’équipements existe un fichier pivot de ce type.</w:t>
          </w:r>
        </w:p>
        <w:p w14:paraId="0783C922" w14:textId="77777777" w:rsidR="006E095C" w:rsidRDefault="006E095C" w:rsidP="00410AFD"/>
        <w:tbl>
          <w:tblPr>
            <w:tblW w:w="20546" w:type="dxa"/>
            <w:tblLayout w:type="fixed"/>
            <w:tblCellMar>
              <w:left w:w="30" w:type="dxa"/>
              <w:right w:w="30" w:type="dxa"/>
            </w:tblCellMar>
            <w:tblLook w:val="0000" w:firstRow="0" w:lastRow="0" w:firstColumn="0" w:lastColumn="0" w:noHBand="0" w:noVBand="0"/>
          </w:tblPr>
          <w:tblGrid>
            <w:gridCol w:w="1023"/>
            <w:gridCol w:w="954"/>
            <w:gridCol w:w="992"/>
            <w:gridCol w:w="1030"/>
            <w:gridCol w:w="850"/>
            <w:gridCol w:w="709"/>
            <w:gridCol w:w="850"/>
            <w:gridCol w:w="993"/>
            <w:gridCol w:w="1419"/>
            <w:gridCol w:w="1237"/>
            <w:gridCol w:w="1701"/>
            <w:gridCol w:w="1559"/>
            <w:gridCol w:w="1276"/>
            <w:gridCol w:w="1417"/>
            <w:gridCol w:w="992"/>
            <w:gridCol w:w="1276"/>
            <w:gridCol w:w="1418"/>
            <w:gridCol w:w="850"/>
          </w:tblGrid>
          <w:tr w:rsidR="006E095C" w14:paraId="57AD3A29" w14:textId="77777777" w:rsidTr="006E095C">
            <w:trPr>
              <w:trHeight w:val="510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5C7C3B6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Nom de l'attribut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BAC1D52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Numéro G2D de l'immeuble</w:t>
                </w:r>
              </w:p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4EDA476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Numéro G2D du composant</w:t>
                </w:r>
              </w:p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BCB1C42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Numéro du niveau du local</w:t>
                </w: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A07DE33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Numéro G2D du local</w:t>
                </w:r>
              </w:p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AE43CA5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Libellé</w:t>
                </w: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0F751FE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Date de mise en service</w:t>
                </w:r>
              </w:p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B11651F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Quantité</w:t>
                </w:r>
              </w:p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614D07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Observations</w:t>
                </w:r>
              </w:p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0D4B546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Identification</w:t>
                </w:r>
              </w:p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B3B0CF5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1E6D98">
                  <w:rPr>
                    <w:sz w:val="16"/>
                    <w:szCs w:val="16"/>
                    <w:highlight w:val="yellow"/>
                  </w:rPr>
                  <w:t>Type de barrière automatique</w:t>
                </w:r>
              </w:p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6CD443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Automatique</w:t>
                </w:r>
              </w:p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1181690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dernière visite</w:t>
                </w:r>
              </w:p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4264E7C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marque</w:t>
                </w:r>
              </w:p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9D990D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modèle</w:t>
                </w:r>
              </w:p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0575CB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dimension</w:t>
                </w:r>
              </w:p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D84C011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1E6D98">
                  <w:rPr>
                    <w:sz w:val="16"/>
                    <w:szCs w:val="16"/>
                    <w:highlight w:val="yellow"/>
                  </w:rPr>
                  <w:t>boucle magnétique</w:t>
                </w: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C9256A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 xml:space="preserve">type </w:t>
                </w:r>
              </w:p>
            </w:tc>
          </w:tr>
          <w:tr w:rsidR="006E095C" w14:paraId="46BA09CF" w14:textId="77777777" w:rsidTr="006E095C">
            <w:trPr>
              <w:trHeight w:val="255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B9D0B0A" w14:textId="77777777" w:rsidR="006E095C" w:rsidRDefault="006E095C" w:rsidP="00043462">
                <w:r>
                  <w:t>Format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2BD57CC" w14:textId="77777777" w:rsidR="006E095C" w:rsidRDefault="006E095C" w:rsidP="00043462">
                <w:r>
                  <w:t>Texte</w:t>
                </w:r>
              </w:p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4DE0CCA" w14:textId="77777777" w:rsidR="006E095C" w:rsidRDefault="006E095C" w:rsidP="00043462">
                <w:r>
                  <w:t>Entier</w:t>
                </w:r>
              </w:p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59D9FDE" w14:textId="77777777" w:rsidR="006E095C" w:rsidRDefault="006E095C" w:rsidP="00043462">
                <w:r>
                  <w:t>Entier</w:t>
                </w: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B0AAC24" w14:textId="77777777" w:rsidR="006E095C" w:rsidRDefault="006E095C" w:rsidP="00043462">
                <w:r>
                  <w:t>Entier</w:t>
                </w:r>
              </w:p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37AA62A" w14:textId="77777777" w:rsidR="006E095C" w:rsidRDefault="006E095C" w:rsidP="00043462">
                <w:r>
                  <w:t>Texte</w:t>
                </w: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3455EDF" w14:textId="77777777" w:rsidR="006E095C" w:rsidRDefault="006E095C" w:rsidP="00043462">
                <w:r>
                  <w:t>Date</w:t>
                </w:r>
              </w:p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553AAD" w14:textId="77777777" w:rsidR="006E095C" w:rsidRDefault="006E095C" w:rsidP="00043462">
                <w:r>
                  <w:t>Entier</w:t>
                </w:r>
              </w:p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BB8B207" w14:textId="77777777" w:rsidR="006E095C" w:rsidRDefault="006E095C" w:rsidP="00043462">
                <w:r>
                  <w:t>Texte</w:t>
                </w:r>
              </w:p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928358" w14:textId="77777777" w:rsidR="006E095C" w:rsidRDefault="006E095C" w:rsidP="00043462">
                <w:r>
                  <w:t>Texte</w:t>
                </w:r>
              </w:p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C5A7C8" w14:textId="77777777" w:rsidR="006E095C" w:rsidRDefault="006E095C" w:rsidP="00043462">
                <w:r>
                  <w:t>Enumération</w:t>
                </w:r>
              </w:p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BC24AD8" w14:textId="77777777" w:rsidR="006E095C" w:rsidRDefault="006E095C" w:rsidP="00043462">
                <w:r>
                  <w:t>Enumération</w:t>
                </w:r>
              </w:p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BE1A3C" w14:textId="77777777" w:rsidR="006E095C" w:rsidRDefault="006E095C" w:rsidP="00043462">
                <w:r>
                  <w:t>Date</w:t>
                </w:r>
              </w:p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3013A80" w14:textId="77777777" w:rsidR="006E095C" w:rsidRDefault="006E095C" w:rsidP="00043462">
                <w:r>
                  <w:t>Texte</w:t>
                </w:r>
              </w:p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2E1E03" w14:textId="77777777" w:rsidR="006E095C" w:rsidRDefault="006E095C" w:rsidP="00043462">
                <w:r>
                  <w:t>Texte</w:t>
                </w:r>
              </w:p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4226F1" w14:textId="77777777" w:rsidR="006E095C" w:rsidRDefault="006E095C" w:rsidP="00043462">
                <w:r>
                  <w:t>Texte</w:t>
                </w:r>
              </w:p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DCBAD4" w14:textId="77777777" w:rsidR="006E095C" w:rsidRDefault="006E095C" w:rsidP="00043462">
                <w:r>
                  <w:t>Texte</w:t>
                </w: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BF8113D" w14:textId="77777777" w:rsidR="006E095C" w:rsidRDefault="006E095C" w:rsidP="00043462">
                <w:r>
                  <w:t>Texte</w:t>
                </w:r>
              </w:p>
            </w:tc>
          </w:tr>
          <w:tr w:rsidR="006E095C" w14:paraId="79B4B6BD" w14:textId="77777777" w:rsidTr="006E095C">
            <w:trPr>
              <w:trHeight w:val="255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A1720F4" w14:textId="77777777" w:rsidR="006E095C" w:rsidRDefault="006E095C" w:rsidP="00043462">
                <w:r>
                  <w:t>Valeurs autorisés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4582E99" w14:textId="77777777"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6006406" w14:textId="77777777" w:rsidR="006E095C" w:rsidRDefault="006E095C" w:rsidP="00043462"/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809F5C0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2589BD" w14:textId="77777777" w:rsidR="006E095C" w:rsidRDefault="006E095C" w:rsidP="00043462"/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821D9F9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5B3F5C9" w14:textId="77777777" w:rsidR="006E095C" w:rsidRDefault="006E095C" w:rsidP="00043462"/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3E8C8B4" w14:textId="77777777" w:rsidR="006E095C" w:rsidRDefault="006E095C" w:rsidP="00043462"/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468936E" w14:textId="77777777" w:rsidR="006E095C" w:rsidRDefault="006E095C" w:rsidP="00043462"/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AECCE55" w14:textId="77777777" w:rsidR="006E095C" w:rsidRDefault="006E095C" w:rsidP="00043462"/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B477F6" w14:textId="6F85C0EA" w:rsidR="006E095C" w:rsidRDefault="006E095C" w:rsidP="00043462"/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B6ACD31" w14:textId="77777777" w:rsidR="006E095C" w:rsidRDefault="006E095C" w:rsidP="00043462">
                <w:r>
                  <w:t>Oui, Non</w:t>
                </w:r>
              </w:p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B4EACD1" w14:textId="77777777" w:rsidR="006E095C" w:rsidRDefault="006E095C" w:rsidP="00043462">
                <w:bookmarkStart w:id="0" w:name="_GoBack"/>
                <w:bookmarkEnd w:id="0"/>
              </w:p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48837F" w14:textId="77777777"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E99A78" w14:textId="77777777"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8D7C6AF" w14:textId="77777777" w:rsidR="006E095C" w:rsidRDefault="006E095C" w:rsidP="00043462"/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8EE004A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8DF31E" w14:textId="77777777" w:rsidR="006E095C" w:rsidRDefault="006E095C" w:rsidP="00043462"/>
            </w:tc>
          </w:tr>
          <w:tr w:rsidR="006E095C" w14:paraId="5551954E" w14:textId="77777777" w:rsidTr="006E095C">
            <w:trPr>
              <w:trHeight w:val="255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4D35FC8" w14:textId="77777777" w:rsidR="006E095C" w:rsidRDefault="006E095C" w:rsidP="00043462">
                <w:r>
                  <w:t>1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0E3D84" w14:textId="77777777"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5AE432" w14:textId="77777777" w:rsidR="006E095C" w:rsidRDefault="006E095C" w:rsidP="00043462"/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EF11394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88DE33" w14:textId="77777777" w:rsidR="006E095C" w:rsidRDefault="006E095C" w:rsidP="00043462"/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AC0FE4E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E8BD84" w14:textId="77777777" w:rsidR="006E095C" w:rsidRDefault="006E095C" w:rsidP="00043462"/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BB603A" w14:textId="77777777" w:rsidR="006E095C" w:rsidRDefault="006E095C" w:rsidP="00043462"/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6673A82" w14:textId="77777777" w:rsidR="006E095C" w:rsidRDefault="006E095C" w:rsidP="00043462"/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13C51DD" w14:textId="77777777" w:rsidR="006E095C" w:rsidRDefault="006E095C" w:rsidP="00043462"/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1D4D72" w14:textId="77777777" w:rsidR="006E095C" w:rsidRDefault="006E095C" w:rsidP="00043462"/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30F72A" w14:textId="77777777"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686DD8C" w14:textId="77777777" w:rsidR="006E095C" w:rsidRDefault="006E095C" w:rsidP="00043462"/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EE3527" w14:textId="77777777"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379E539" w14:textId="77777777"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65B7D31" w14:textId="77777777" w:rsidR="006E095C" w:rsidRDefault="006E095C" w:rsidP="00043462"/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DEB790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134E568" w14:textId="77777777" w:rsidR="006E095C" w:rsidRDefault="006E095C" w:rsidP="00043462"/>
            </w:tc>
          </w:tr>
          <w:tr w:rsidR="006E095C" w14:paraId="4A1ADBD7" w14:textId="77777777" w:rsidTr="006E095C">
            <w:trPr>
              <w:trHeight w:val="255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5D9B8F6" w14:textId="77777777" w:rsidR="006E095C" w:rsidRDefault="006E095C" w:rsidP="00043462">
                <w:r>
                  <w:t>2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C999738" w14:textId="77777777"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B4B4817" w14:textId="77777777" w:rsidR="006E095C" w:rsidRDefault="006E095C" w:rsidP="00043462"/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960DE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A5D534" w14:textId="77777777" w:rsidR="006E095C" w:rsidRDefault="006E095C" w:rsidP="00043462"/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EF0FA58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DC0D345" w14:textId="77777777" w:rsidR="006E095C" w:rsidRDefault="006E095C" w:rsidP="00043462"/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975B49D" w14:textId="77777777" w:rsidR="006E095C" w:rsidRDefault="006E095C" w:rsidP="00043462"/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9ECDDD" w14:textId="77777777" w:rsidR="006E095C" w:rsidRDefault="006E095C" w:rsidP="00043462"/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4C8787" w14:textId="77777777" w:rsidR="006E095C" w:rsidRDefault="006E095C" w:rsidP="00043462"/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8F823C7" w14:textId="77777777" w:rsidR="006E095C" w:rsidRDefault="006E095C" w:rsidP="00043462"/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2816C0C" w14:textId="77777777"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A1AF1A2" w14:textId="77777777" w:rsidR="006E095C" w:rsidRDefault="006E095C" w:rsidP="00043462"/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6B4B5A3" w14:textId="77777777"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DA8E343" w14:textId="77777777"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237242" w14:textId="77777777" w:rsidR="006E095C" w:rsidRDefault="006E095C" w:rsidP="00043462"/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1E31DA1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0F4602F" w14:textId="77777777" w:rsidR="006E095C" w:rsidRDefault="006E095C" w:rsidP="00043462"/>
            </w:tc>
          </w:tr>
          <w:tr w:rsidR="006E095C" w14:paraId="52223592" w14:textId="77777777" w:rsidTr="006E095C">
            <w:trPr>
              <w:trHeight w:val="255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370AF1C" w14:textId="77777777" w:rsidR="006E095C" w:rsidRDefault="006E095C" w:rsidP="00043462">
                <w:r>
                  <w:t>3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4FA7D25" w14:textId="77777777"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9FC237" w14:textId="77777777" w:rsidR="006E095C" w:rsidRDefault="006E095C" w:rsidP="00043462"/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EAA6A6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81302" w14:textId="77777777" w:rsidR="006E095C" w:rsidRDefault="006E095C" w:rsidP="00043462"/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CCE125D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A33D25" w14:textId="77777777" w:rsidR="006E095C" w:rsidRDefault="006E095C" w:rsidP="00043462"/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6D9999" w14:textId="77777777" w:rsidR="006E095C" w:rsidRDefault="006E095C" w:rsidP="00043462"/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AA3E4D" w14:textId="77777777" w:rsidR="006E095C" w:rsidRDefault="006E095C" w:rsidP="00043462"/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A24E0E5" w14:textId="77777777" w:rsidR="006E095C" w:rsidRDefault="006E095C" w:rsidP="00043462"/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3D491A0" w14:textId="77777777" w:rsidR="006E095C" w:rsidRDefault="006E095C" w:rsidP="00043462"/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CE37832" w14:textId="77777777"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870489" w14:textId="77777777" w:rsidR="006E095C" w:rsidRDefault="006E095C" w:rsidP="00043462"/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5C4AC" w14:textId="77777777"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116F092" w14:textId="77777777"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817F511" w14:textId="77777777" w:rsidR="006E095C" w:rsidRDefault="006E095C" w:rsidP="00043462"/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2179D2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14B55AA" w14:textId="77777777" w:rsidR="006E095C" w:rsidRDefault="006E095C" w:rsidP="00043462"/>
            </w:tc>
          </w:tr>
          <w:tr w:rsidR="006E095C" w14:paraId="13AB947F" w14:textId="77777777" w:rsidTr="006E095C">
            <w:trPr>
              <w:trHeight w:val="255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56E0194" w14:textId="77777777" w:rsidR="006E095C" w:rsidRDefault="006E095C" w:rsidP="00043462">
                <w:r>
                  <w:t>4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3F2E94" w14:textId="77777777"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EADD39" w14:textId="77777777" w:rsidR="006E095C" w:rsidRDefault="006E095C" w:rsidP="00043462"/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35BE67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D6686F" w14:textId="77777777" w:rsidR="006E095C" w:rsidRDefault="006E095C" w:rsidP="00043462"/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713D44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2485CD4" w14:textId="77777777" w:rsidR="006E095C" w:rsidRDefault="006E095C" w:rsidP="00043462"/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1E060F" w14:textId="77777777" w:rsidR="006E095C" w:rsidRDefault="006E095C" w:rsidP="00043462"/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3DB4D82" w14:textId="77777777" w:rsidR="006E095C" w:rsidRDefault="006E095C" w:rsidP="00043462"/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3948F8" w14:textId="77777777" w:rsidR="006E095C" w:rsidRDefault="006E095C" w:rsidP="00043462"/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B13CA4" w14:textId="77777777" w:rsidR="006E095C" w:rsidRDefault="006E095C" w:rsidP="00043462"/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17044CE" w14:textId="77777777"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B0C7BE2" w14:textId="77777777" w:rsidR="006E095C" w:rsidRDefault="006E095C" w:rsidP="00043462"/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8F98045" w14:textId="77777777"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6BA9182" w14:textId="77777777"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E6D1C25" w14:textId="77777777" w:rsidR="006E095C" w:rsidRDefault="006E095C" w:rsidP="00043462"/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DD6AD7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58AB2B" w14:textId="77777777" w:rsidR="006E095C" w:rsidRDefault="006E095C" w:rsidP="00043462"/>
            </w:tc>
          </w:tr>
          <w:tr w:rsidR="006E095C" w14:paraId="52470000" w14:textId="77777777" w:rsidTr="006E095C">
            <w:trPr>
              <w:trHeight w:val="255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86C99FD" w14:textId="77777777" w:rsidR="006E095C" w:rsidRDefault="006E095C" w:rsidP="00043462">
                <w:r>
                  <w:t>5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95C4E2F" w14:textId="77777777"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3041A9" w14:textId="77777777" w:rsidR="006E095C" w:rsidRDefault="006E095C" w:rsidP="00043462"/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53A90A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F88CAC2" w14:textId="77777777" w:rsidR="006E095C" w:rsidRDefault="006E095C" w:rsidP="00043462"/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D7646B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344518" w14:textId="77777777" w:rsidR="006E095C" w:rsidRDefault="006E095C" w:rsidP="00043462"/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F4B9D09" w14:textId="77777777" w:rsidR="006E095C" w:rsidRDefault="006E095C" w:rsidP="00043462"/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D42ABA" w14:textId="77777777" w:rsidR="006E095C" w:rsidRDefault="006E095C" w:rsidP="00043462"/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077EDDA" w14:textId="77777777" w:rsidR="006E095C" w:rsidRDefault="006E095C" w:rsidP="00043462"/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3EC7439" w14:textId="77777777" w:rsidR="006E095C" w:rsidRDefault="006E095C" w:rsidP="00043462"/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33991C" w14:textId="77777777"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38577F4" w14:textId="77777777" w:rsidR="006E095C" w:rsidRDefault="006E095C" w:rsidP="00043462"/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5788A3" w14:textId="77777777"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218EA7" w14:textId="77777777"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6A45B2" w14:textId="77777777" w:rsidR="006E095C" w:rsidRDefault="006E095C" w:rsidP="00043462"/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D006F27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4B5172E" w14:textId="77777777" w:rsidR="006E095C" w:rsidRDefault="006E095C" w:rsidP="00043462"/>
            </w:tc>
          </w:tr>
          <w:tr w:rsidR="006E095C" w14:paraId="12D02D12" w14:textId="77777777" w:rsidTr="006E095C">
            <w:trPr>
              <w:trHeight w:val="255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8D7D400" w14:textId="77777777" w:rsidR="006E095C" w:rsidRDefault="006E095C" w:rsidP="00043462">
                <w:r>
                  <w:t>6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ECA8DD" w14:textId="77777777"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170E36" w14:textId="77777777" w:rsidR="006E095C" w:rsidRDefault="006E095C" w:rsidP="00043462"/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38904FC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A910971" w14:textId="77777777" w:rsidR="006E095C" w:rsidRDefault="006E095C" w:rsidP="00043462"/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242259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A467231" w14:textId="77777777" w:rsidR="006E095C" w:rsidRDefault="006E095C" w:rsidP="00043462"/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B97B50B" w14:textId="77777777" w:rsidR="006E095C" w:rsidRDefault="006E095C" w:rsidP="00043462"/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6092868" w14:textId="77777777" w:rsidR="006E095C" w:rsidRDefault="006E095C" w:rsidP="00043462"/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600D93" w14:textId="77777777" w:rsidR="006E095C" w:rsidRDefault="006E095C" w:rsidP="00043462"/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7F59A8A" w14:textId="77777777" w:rsidR="006E095C" w:rsidRDefault="006E095C" w:rsidP="00043462"/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4368DAE" w14:textId="77777777"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BE61544" w14:textId="77777777" w:rsidR="006E095C" w:rsidRDefault="006E095C" w:rsidP="00043462"/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4CAAF5E" w14:textId="77777777"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B65E93" w14:textId="77777777"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556F470" w14:textId="77777777" w:rsidR="006E095C" w:rsidRDefault="006E095C" w:rsidP="00043462"/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C27A7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5BA2FFF" w14:textId="77777777" w:rsidR="006E095C" w:rsidRDefault="006E095C" w:rsidP="00043462"/>
            </w:tc>
          </w:tr>
        </w:tbl>
        <w:p w14:paraId="575DC070" w14:textId="77777777" w:rsidR="00491366" w:rsidRDefault="00491366" w:rsidP="00410AFD"/>
        <w:p w14:paraId="42AC6BAB" w14:textId="77777777" w:rsidR="00410AFD" w:rsidRDefault="005C6364" w:rsidP="00410AFD"/>
      </w:sdtContent>
    </w:sdt>
    <w:sectPr w:rsidR="00410AFD" w:rsidSect="006E095C">
      <w:pgSz w:w="23811" w:h="16838" w:orient="landscape" w:code="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6345A72" w16cid:durableId="221DB87B"/>
  <w16cid:commentId w16cid:paraId="317E99D6" w16cid:durableId="221DB87C"/>
  <w16cid:commentId w16cid:paraId="4C03D23C" w16cid:durableId="221DB87D"/>
  <w16cid:commentId w16cid:paraId="49A51A71" w16cid:durableId="221DB87E"/>
  <w16cid:commentId w16cid:paraId="023C965A" w16cid:durableId="221DB87F"/>
  <w16cid:commentId w16cid:paraId="4A0890DC" w16cid:durableId="221DB880"/>
  <w16cid:commentId w16cid:paraId="70127E8B" w16cid:durableId="221DB881"/>
  <w16cid:commentId w16cid:paraId="108D7FBA" w16cid:durableId="221DB882"/>
  <w16cid:commentId w16cid:paraId="02E547E4" w16cid:durableId="221DB883"/>
  <w16cid:commentId w16cid:paraId="6C7A38C2" w16cid:durableId="221DB884"/>
  <w16cid:commentId w16cid:paraId="49A3BDF4" w16cid:durableId="203F252D"/>
  <w16cid:commentId w16cid:paraId="67251BC6" w16cid:durableId="221DC5AD"/>
  <w16cid:commentId w16cid:paraId="51D0EABB" w16cid:durableId="221DC5B1"/>
  <w16cid:commentId w16cid:paraId="3AAA2929" w16cid:durableId="221DC5BC"/>
  <w16cid:commentId w16cid:paraId="31FDE32F" w16cid:durableId="221E012C"/>
  <w16cid:commentId w16cid:paraId="68D039C6" w16cid:durableId="221E069D"/>
  <w16cid:commentId w16cid:paraId="748DBB29" w16cid:durableId="221F0C87"/>
  <w16cid:commentId w16cid:paraId="3873E570" w16cid:durableId="221F0E0C"/>
  <w16cid:commentId w16cid:paraId="435BD987" w16cid:durableId="221F2BCA"/>
  <w16cid:commentId w16cid:paraId="70D19F21" w16cid:durableId="221F28A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E06EE0" w14:textId="77777777" w:rsidR="005C6364" w:rsidRDefault="005C6364" w:rsidP="00EA6B59">
      <w:pPr>
        <w:spacing w:after="0" w:line="240" w:lineRule="auto"/>
      </w:pPr>
      <w:r>
        <w:separator/>
      </w:r>
    </w:p>
  </w:endnote>
  <w:endnote w:type="continuationSeparator" w:id="0">
    <w:p w14:paraId="1317B772" w14:textId="77777777" w:rsidR="005C6364" w:rsidRDefault="005C6364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14:paraId="6EB284D2" w14:textId="77777777" w:rsidR="00313E59" w:rsidRDefault="00313E59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094">
          <w:rPr>
            <w:noProof/>
          </w:rPr>
          <w:t>1</w:t>
        </w:r>
        <w:r>
          <w:fldChar w:fldCharType="end"/>
        </w:r>
      </w:p>
    </w:sdtContent>
  </w:sdt>
  <w:p w14:paraId="519E6C6A" w14:textId="77777777" w:rsidR="00313E59" w:rsidRDefault="00313E5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095C9B" w14:textId="1248021D" w:rsidR="005D3CBC" w:rsidRDefault="005D3CBC">
    <w:pPr>
      <w:pStyle w:val="Pieddepage"/>
    </w:pPr>
    <w:r>
      <w:t xml:space="preserve">ESID </w:t>
    </w:r>
    <w:r w:rsidR="00275935">
      <w:t>25</w:t>
    </w:r>
    <w:r w:rsidR="00590FFA">
      <w:rPr>
        <w:rFonts w:ascii="Calibri" w:hAnsi="Calibri" w:cs="Calibri"/>
      </w:rPr>
      <w:t> </w:t>
    </w:r>
    <w:r w:rsidR="001E6D98">
      <w:t>129 à 132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549AFE" w14:textId="77777777" w:rsidR="005C6364" w:rsidRDefault="005C6364" w:rsidP="00EA6B59">
      <w:pPr>
        <w:spacing w:after="0" w:line="240" w:lineRule="auto"/>
      </w:pPr>
      <w:r>
        <w:separator/>
      </w:r>
    </w:p>
  </w:footnote>
  <w:footnote w:type="continuationSeparator" w:id="0">
    <w:p w14:paraId="34031855" w14:textId="77777777" w:rsidR="005C6364" w:rsidRDefault="005C6364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1217A7" w14:textId="1A0ACDF1" w:rsidR="00E159E9" w:rsidRDefault="00E159E9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13A5336E" wp14:editId="43B2D096">
          <wp:simplePos x="0" y="0"/>
          <wp:positionH relativeFrom="column">
            <wp:posOffset>-619125</wp:posOffset>
          </wp:positionH>
          <wp:positionV relativeFrom="paragraph">
            <wp:posOffset>-353060</wp:posOffset>
          </wp:positionV>
          <wp:extent cx="2256155" cy="908050"/>
          <wp:effectExtent l="0" t="0" r="0" b="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5D3CBC">
      <w:tab/>
    </w:r>
    <w:r w:rsidR="005D3CBC">
      <w:tab/>
    </w:r>
    <w:r w:rsidR="005D3CBC">
      <w:tab/>
    </w:r>
    <w:r w:rsidR="00275935" w:rsidRPr="00275935">
      <w:t>DAF_2025_000</w:t>
    </w:r>
    <w:r w:rsidR="001E6D98">
      <w:t>476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7E4000"/>
    <w:multiLevelType w:val="singleLevel"/>
    <w:tmpl w:val="73E21714"/>
    <w:lvl w:ilvl="0">
      <w:start w:val="1"/>
      <w:numFmt w:val="bullet"/>
      <w:pStyle w:val="retrait2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6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1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12"/>
  </w:num>
  <w:num w:numId="5">
    <w:abstractNumId w:val="12"/>
  </w:num>
  <w:num w:numId="6">
    <w:abstractNumId w:val="12"/>
  </w:num>
  <w:num w:numId="7">
    <w:abstractNumId w:val="12"/>
  </w:num>
  <w:num w:numId="8">
    <w:abstractNumId w:val="12"/>
  </w:num>
  <w:num w:numId="9">
    <w:abstractNumId w:val="12"/>
  </w:num>
  <w:num w:numId="10">
    <w:abstractNumId w:val="12"/>
  </w:num>
  <w:num w:numId="11">
    <w:abstractNumId w:val="0"/>
  </w:num>
  <w:num w:numId="12">
    <w:abstractNumId w:val="6"/>
  </w:num>
  <w:num w:numId="13">
    <w:abstractNumId w:val="3"/>
  </w:num>
  <w:num w:numId="14">
    <w:abstractNumId w:val="5"/>
  </w:num>
  <w:num w:numId="15">
    <w:abstractNumId w:val="9"/>
  </w:num>
  <w:num w:numId="16">
    <w:abstractNumId w:val="7"/>
  </w:num>
  <w:num w:numId="17">
    <w:abstractNumId w:val="13"/>
  </w:num>
  <w:num w:numId="18">
    <w:abstractNumId w:val="4"/>
  </w:num>
  <w:num w:numId="19">
    <w:abstractNumId w:val="8"/>
  </w:num>
  <w:num w:numId="20">
    <w:abstractNumId w:val="10"/>
  </w:num>
  <w:num w:numId="21">
    <w:abstractNumId w:val="1"/>
  </w:num>
  <w:num w:numId="22">
    <w:abstractNumId w:val="11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366"/>
    <w:rsid w:val="00005185"/>
    <w:rsid w:val="00014319"/>
    <w:rsid w:val="0001770C"/>
    <w:rsid w:val="0002039B"/>
    <w:rsid w:val="000214BB"/>
    <w:rsid w:val="00022044"/>
    <w:rsid w:val="00050653"/>
    <w:rsid w:val="00055BC9"/>
    <w:rsid w:val="00056423"/>
    <w:rsid w:val="000625E9"/>
    <w:rsid w:val="0006299A"/>
    <w:rsid w:val="00062BBE"/>
    <w:rsid w:val="00063A3D"/>
    <w:rsid w:val="00073F35"/>
    <w:rsid w:val="0008744C"/>
    <w:rsid w:val="000910FC"/>
    <w:rsid w:val="0009608D"/>
    <w:rsid w:val="000A1E46"/>
    <w:rsid w:val="000B034F"/>
    <w:rsid w:val="000C3633"/>
    <w:rsid w:val="000E63CB"/>
    <w:rsid w:val="000F275F"/>
    <w:rsid w:val="000F38D9"/>
    <w:rsid w:val="00104D53"/>
    <w:rsid w:val="00112E0E"/>
    <w:rsid w:val="00122955"/>
    <w:rsid w:val="00131804"/>
    <w:rsid w:val="00135BF5"/>
    <w:rsid w:val="00155227"/>
    <w:rsid w:val="0015741B"/>
    <w:rsid w:val="001B4AD4"/>
    <w:rsid w:val="001B6330"/>
    <w:rsid w:val="001E366E"/>
    <w:rsid w:val="001E6D98"/>
    <w:rsid w:val="001E72A0"/>
    <w:rsid w:val="001F378F"/>
    <w:rsid w:val="0020666C"/>
    <w:rsid w:val="00210746"/>
    <w:rsid w:val="00211B4E"/>
    <w:rsid w:val="00211D29"/>
    <w:rsid w:val="0023454E"/>
    <w:rsid w:val="00245272"/>
    <w:rsid w:val="002476A1"/>
    <w:rsid w:val="00250321"/>
    <w:rsid w:val="00260DA9"/>
    <w:rsid w:val="00262BB6"/>
    <w:rsid w:val="00267BD7"/>
    <w:rsid w:val="00275935"/>
    <w:rsid w:val="002A0B70"/>
    <w:rsid w:val="002A7BE1"/>
    <w:rsid w:val="00302298"/>
    <w:rsid w:val="00313E59"/>
    <w:rsid w:val="003200C4"/>
    <w:rsid w:val="00331F9E"/>
    <w:rsid w:val="00341EEF"/>
    <w:rsid w:val="003429B5"/>
    <w:rsid w:val="003727DA"/>
    <w:rsid w:val="00376660"/>
    <w:rsid w:val="003779ED"/>
    <w:rsid w:val="00395686"/>
    <w:rsid w:val="003A164E"/>
    <w:rsid w:val="003B204E"/>
    <w:rsid w:val="003B455F"/>
    <w:rsid w:val="003C45DC"/>
    <w:rsid w:val="003D38B7"/>
    <w:rsid w:val="004014A7"/>
    <w:rsid w:val="00403987"/>
    <w:rsid w:val="00410AFD"/>
    <w:rsid w:val="00412B51"/>
    <w:rsid w:val="00420410"/>
    <w:rsid w:val="00424EB7"/>
    <w:rsid w:val="00432FF6"/>
    <w:rsid w:val="00440369"/>
    <w:rsid w:val="004465ED"/>
    <w:rsid w:val="00451CD6"/>
    <w:rsid w:val="004603E0"/>
    <w:rsid w:val="0047210C"/>
    <w:rsid w:val="004762CE"/>
    <w:rsid w:val="00486D1C"/>
    <w:rsid w:val="00491366"/>
    <w:rsid w:val="004B160C"/>
    <w:rsid w:val="004B30E6"/>
    <w:rsid w:val="004C3C4D"/>
    <w:rsid w:val="004D527E"/>
    <w:rsid w:val="004E1069"/>
    <w:rsid w:val="004E38C1"/>
    <w:rsid w:val="004E5F9B"/>
    <w:rsid w:val="004F2B7B"/>
    <w:rsid w:val="004F313A"/>
    <w:rsid w:val="004F6FD1"/>
    <w:rsid w:val="00502994"/>
    <w:rsid w:val="00502DFB"/>
    <w:rsid w:val="00513CAC"/>
    <w:rsid w:val="00532B4C"/>
    <w:rsid w:val="00561DF6"/>
    <w:rsid w:val="00563588"/>
    <w:rsid w:val="00567A1A"/>
    <w:rsid w:val="00580A3D"/>
    <w:rsid w:val="005866EA"/>
    <w:rsid w:val="00590FFA"/>
    <w:rsid w:val="00592674"/>
    <w:rsid w:val="00592D64"/>
    <w:rsid w:val="005B10E0"/>
    <w:rsid w:val="005B20AE"/>
    <w:rsid w:val="005C584E"/>
    <w:rsid w:val="005C6364"/>
    <w:rsid w:val="005D3CBC"/>
    <w:rsid w:val="005D5D11"/>
    <w:rsid w:val="005E7372"/>
    <w:rsid w:val="005F1279"/>
    <w:rsid w:val="005F445C"/>
    <w:rsid w:val="005F51D7"/>
    <w:rsid w:val="005F6470"/>
    <w:rsid w:val="0063678E"/>
    <w:rsid w:val="0065060A"/>
    <w:rsid w:val="00652ABA"/>
    <w:rsid w:val="00654E35"/>
    <w:rsid w:val="006613DD"/>
    <w:rsid w:val="006626C3"/>
    <w:rsid w:val="00665859"/>
    <w:rsid w:val="0067331B"/>
    <w:rsid w:val="00675E5F"/>
    <w:rsid w:val="006947F8"/>
    <w:rsid w:val="006A0D6A"/>
    <w:rsid w:val="006A1A77"/>
    <w:rsid w:val="006B6B33"/>
    <w:rsid w:val="006B767A"/>
    <w:rsid w:val="006C3B18"/>
    <w:rsid w:val="006E095C"/>
    <w:rsid w:val="006F348D"/>
    <w:rsid w:val="00701035"/>
    <w:rsid w:val="00703893"/>
    <w:rsid w:val="00704D92"/>
    <w:rsid w:val="0071039C"/>
    <w:rsid w:val="007159CA"/>
    <w:rsid w:val="00715E62"/>
    <w:rsid w:val="00727941"/>
    <w:rsid w:val="00735C46"/>
    <w:rsid w:val="00744A8B"/>
    <w:rsid w:val="007657C1"/>
    <w:rsid w:val="00765A60"/>
    <w:rsid w:val="00774C9E"/>
    <w:rsid w:val="0078046A"/>
    <w:rsid w:val="00784833"/>
    <w:rsid w:val="007965CB"/>
    <w:rsid w:val="0079722F"/>
    <w:rsid w:val="007A4173"/>
    <w:rsid w:val="007A6552"/>
    <w:rsid w:val="007B42E0"/>
    <w:rsid w:val="007C18BA"/>
    <w:rsid w:val="007C2D7B"/>
    <w:rsid w:val="007C53C4"/>
    <w:rsid w:val="007C7503"/>
    <w:rsid w:val="007C7FA2"/>
    <w:rsid w:val="007F2911"/>
    <w:rsid w:val="007F7034"/>
    <w:rsid w:val="00800A0D"/>
    <w:rsid w:val="00826D76"/>
    <w:rsid w:val="008523F1"/>
    <w:rsid w:val="00852962"/>
    <w:rsid w:val="008750C9"/>
    <w:rsid w:val="00875379"/>
    <w:rsid w:val="00882C5A"/>
    <w:rsid w:val="00891ABE"/>
    <w:rsid w:val="00897498"/>
    <w:rsid w:val="008A0592"/>
    <w:rsid w:val="008A2A9B"/>
    <w:rsid w:val="008B4492"/>
    <w:rsid w:val="008B4C0A"/>
    <w:rsid w:val="008B7720"/>
    <w:rsid w:val="008C2060"/>
    <w:rsid w:val="008C54BF"/>
    <w:rsid w:val="008D240A"/>
    <w:rsid w:val="008E2292"/>
    <w:rsid w:val="008E4307"/>
    <w:rsid w:val="00904184"/>
    <w:rsid w:val="00904AD4"/>
    <w:rsid w:val="00912B09"/>
    <w:rsid w:val="00936F34"/>
    <w:rsid w:val="00942CCB"/>
    <w:rsid w:val="00963918"/>
    <w:rsid w:val="009648F2"/>
    <w:rsid w:val="009736EA"/>
    <w:rsid w:val="009773E3"/>
    <w:rsid w:val="00993C85"/>
    <w:rsid w:val="009A09DE"/>
    <w:rsid w:val="009A4AFE"/>
    <w:rsid w:val="009A4D96"/>
    <w:rsid w:val="009B3C4B"/>
    <w:rsid w:val="009B7416"/>
    <w:rsid w:val="009C3205"/>
    <w:rsid w:val="009E2D62"/>
    <w:rsid w:val="009E762F"/>
    <w:rsid w:val="009F2578"/>
    <w:rsid w:val="009F6923"/>
    <w:rsid w:val="00A21545"/>
    <w:rsid w:val="00A234D4"/>
    <w:rsid w:val="00A36B33"/>
    <w:rsid w:val="00A413FD"/>
    <w:rsid w:val="00A5473E"/>
    <w:rsid w:val="00A62094"/>
    <w:rsid w:val="00A774EA"/>
    <w:rsid w:val="00A97745"/>
    <w:rsid w:val="00AB4056"/>
    <w:rsid w:val="00AC4351"/>
    <w:rsid w:val="00AC5302"/>
    <w:rsid w:val="00AD4367"/>
    <w:rsid w:val="00AE0672"/>
    <w:rsid w:val="00AE4899"/>
    <w:rsid w:val="00B0034A"/>
    <w:rsid w:val="00B03DAE"/>
    <w:rsid w:val="00B0784B"/>
    <w:rsid w:val="00B10CDB"/>
    <w:rsid w:val="00B13679"/>
    <w:rsid w:val="00B1789F"/>
    <w:rsid w:val="00B238F8"/>
    <w:rsid w:val="00B2741C"/>
    <w:rsid w:val="00B47966"/>
    <w:rsid w:val="00B54BC4"/>
    <w:rsid w:val="00B9098A"/>
    <w:rsid w:val="00BA6236"/>
    <w:rsid w:val="00BC69E5"/>
    <w:rsid w:val="00BE4040"/>
    <w:rsid w:val="00C10ED3"/>
    <w:rsid w:val="00C15FC3"/>
    <w:rsid w:val="00C32946"/>
    <w:rsid w:val="00C347F2"/>
    <w:rsid w:val="00C43174"/>
    <w:rsid w:val="00C44439"/>
    <w:rsid w:val="00C6454D"/>
    <w:rsid w:val="00C6763C"/>
    <w:rsid w:val="00C74B79"/>
    <w:rsid w:val="00C82AE3"/>
    <w:rsid w:val="00C87F80"/>
    <w:rsid w:val="00C96EEA"/>
    <w:rsid w:val="00CA3057"/>
    <w:rsid w:val="00CA3F4C"/>
    <w:rsid w:val="00CA5953"/>
    <w:rsid w:val="00CF06D8"/>
    <w:rsid w:val="00D0090A"/>
    <w:rsid w:val="00D0260B"/>
    <w:rsid w:val="00D07AE8"/>
    <w:rsid w:val="00D11A47"/>
    <w:rsid w:val="00D1322D"/>
    <w:rsid w:val="00D213BC"/>
    <w:rsid w:val="00D239D0"/>
    <w:rsid w:val="00D42FFE"/>
    <w:rsid w:val="00D47886"/>
    <w:rsid w:val="00D47953"/>
    <w:rsid w:val="00D5331B"/>
    <w:rsid w:val="00D5674B"/>
    <w:rsid w:val="00D61232"/>
    <w:rsid w:val="00D6694E"/>
    <w:rsid w:val="00D71A45"/>
    <w:rsid w:val="00D7354B"/>
    <w:rsid w:val="00D73F5F"/>
    <w:rsid w:val="00D911DE"/>
    <w:rsid w:val="00DA75A3"/>
    <w:rsid w:val="00DB4FFB"/>
    <w:rsid w:val="00DD0B95"/>
    <w:rsid w:val="00DD14CD"/>
    <w:rsid w:val="00DD2E0E"/>
    <w:rsid w:val="00DE0DDC"/>
    <w:rsid w:val="00DF05C2"/>
    <w:rsid w:val="00E012C2"/>
    <w:rsid w:val="00E159E9"/>
    <w:rsid w:val="00E45982"/>
    <w:rsid w:val="00E64161"/>
    <w:rsid w:val="00E7280E"/>
    <w:rsid w:val="00E87AAE"/>
    <w:rsid w:val="00E970C0"/>
    <w:rsid w:val="00EA5EE9"/>
    <w:rsid w:val="00EA60CB"/>
    <w:rsid w:val="00EA6B59"/>
    <w:rsid w:val="00EC58AD"/>
    <w:rsid w:val="00ED583B"/>
    <w:rsid w:val="00EE10E8"/>
    <w:rsid w:val="00EE55D3"/>
    <w:rsid w:val="00F02DF2"/>
    <w:rsid w:val="00F23173"/>
    <w:rsid w:val="00F24CC0"/>
    <w:rsid w:val="00F31FBC"/>
    <w:rsid w:val="00F5249B"/>
    <w:rsid w:val="00F54BBA"/>
    <w:rsid w:val="00F57581"/>
    <w:rsid w:val="00F62553"/>
    <w:rsid w:val="00F70072"/>
    <w:rsid w:val="00F76739"/>
    <w:rsid w:val="00F8154E"/>
    <w:rsid w:val="00F90C6C"/>
    <w:rsid w:val="00F94FB7"/>
    <w:rsid w:val="00FA048D"/>
    <w:rsid w:val="00FB48C0"/>
    <w:rsid w:val="00FB6100"/>
    <w:rsid w:val="00FE1639"/>
    <w:rsid w:val="00FE23D8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D8867"/>
  <w15:chartTrackingRefBased/>
  <w15:docId w15:val="{DCFF03E9-C05E-40EA-B8FE-4D1085463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185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  <w:style w:type="paragraph" w:customStyle="1" w:styleId="retrait2">
    <w:name w:val="retrait2"/>
    <w:basedOn w:val="Normal"/>
    <w:semiHidden/>
    <w:rsid w:val="00A62094"/>
    <w:pPr>
      <w:keepLines/>
      <w:numPr>
        <w:numId w:val="24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2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B854208-4034-4DC1-9EB6-9937517FE0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DEEF2AA-B281-476E-B4BC-A8A4615476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912EF9B-178A-42A7-A136-15E2AA73C38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B6DA8A20-202F-43D4-AC71-0F0E5277D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2020_MAINT.dotx</Template>
  <TotalTime>4</TotalTime>
  <Pages>2</Pages>
  <Words>116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SOULES Sandrine ADJ ADM PAL 2CL AE</cp:lastModifiedBy>
  <cp:revision>6</cp:revision>
  <dcterms:created xsi:type="dcterms:W3CDTF">2025-05-15T12:15:00Z</dcterms:created>
  <dcterms:modified xsi:type="dcterms:W3CDTF">2025-05-26T06:10:00Z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